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4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97"/>
      </w:tblGrid>
      <w:tr w:rsidR="00EE680F" w14:paraId="28E8B09D" w14:textId="77777777" w:rsidTr="00434F9D">
        <w:trPr>
          <w:trHeight w:val="527"/>
        </w:trPr>
        <w:tc>
          <w:tcPr>
            <w:tcW w:w="7497" w:type="dxa"/>
            <w:tcBorders>
              <w:top w:val="dashSmallGap" w:sz="4" w:space="0" w:color="auto"/>
            </w:tcBorders>
          </w:tcPr>
          <w:p w14:paraId="7A7AFF23" w14:textId="77777777" w:rsidR="00EE680F" w:rsidRPr="00EA3458" w:rsidRDefault="00C1195F">
            <w:pPr>
              <w:pStyle w:val="Heading3"/>
              <w:ind w:right="-439"/>
              <w:rPr>
                <w:rFonts w:ascii="DejaVu Sans" w:hAnsi="DejaVu Sans"/>
                <w:sz w:val="40"/>
                <w:szCs w:val="40"/>
              </w:rPr>
            </w:pPr>
            <w:r w:rsidRPr="00EA3458">
              <w:rPr>
                <w:rFonts w:ascii="DejaVu Sans" w:hAnsi="DejaVu Sans"/>
                <w:sz w:val="40"/>
                <w:szCs w:val="40"/>
              </w:rPr>
              <w:t>Rotary Club of Clare</w:t>
            </w:r>
          </w:p>
          <w:p w14:paraId="5B9AE3A4" w14:textId="77777777" w:rsidR="00EE680F" w:rsidRDefault="00C1195F">
            <w:pPr>
              <w:jc w:val="center"/>
              <w:rPr>
                <w:rFonts w:ascii="DejaVu Sans" w:hAnsi="DejaVu Sans"/>
                <w:b/>
                <w:sz w:val="20"/>
                <w:szCs w:val="20"/>
              </w:rPr>
            </w:pPr>
            <w:r w:rsidRPr="00EA3458">
              <w:rPr>
                <w:rFonts w:ascii="DejaVu Sans" w:hAnsi="DejaVu Sans"/>
                <w:b/>
                <w:sz w:val="20"/>
                <w:szCs w:val="20"/>
              </w:rPr>
              <w:t>District 9500</w:t>
            </w:r>
          </w:p>
          <w:p w14:paraId="601BE337" w14:textId="77777777" w:rsidR="00EA3458" w:rsidRPr="00EA3458" w:rsidRDefault="00A43DD5">
            <w:pPr>
              <w:jc w:val="center"/>
              <w:rPr>
                <w:rFonts w:ascii="DejaVu Sans" w:hAnsi="DejaVu Sans"/>
                <w:b/>
                <w:sz w:val="20"/>
                <w:szCs w:val="20"/>
              </w:rPr>
            </w:pPr>
            <w:r>
              <w:rPr>
                <w:rFonts w:ascii="DejaVu Sans" w:hAnsi="DejaVu Sans"/>
                <w:b/>
                <w:noProof/>
                <w:sz w:val="20"/>
                <w:szCs w:val="20"/>
                <w:lang w:eastAsia="en-AU"/>
              </w:rPr>
              <w:drawing>
                <wp:anchor distT="0" distB="0" distL="114300" distR="114300" simplePos="0" relativeHeight="251659264" behindDoc="0" locked="0" layoutInCell="1" allowOverlap="1" wp14:anchorId="5ECE6CAB" wp14:editId="302BBBA8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37465</wp:posOffset>
                  </wp:positionV>
                  <wp:extent cx="1724660" cy="1624965"/>
                  <wp:effectExtent l="19050" t="0" r="8890" b="0"/>
                  <wp:wrapNone/>
                  <wp:docPr id="3" name="Picture 2" descr="Nai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iv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660" cy="1624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A3458">
              <w:rPr>
                <w:rFonts w:ascii="DejaVu Sans" w:hAnsi="DejaVu Sans"/>
                <w:b/>
                <w:noProof/>
                <w:sz w:val="20"/>
                <w:szCs w:val="20"/>
                <w:lang w:eastAsia="en-AU"/>
              </w:rPr>
              <w:drawing>
                <wp:anchor distT="0" distB="0" distL="114300" distR="114300" simplePos="0" relativeHeight="251661312" behindDoc="0" locked="0" layoutInCell="1" allowOverlap="1" wp14:anchorId="18CAE637" wp14:editId="3AEE78B7">
                  <wp:simplePos x="0" y="0"/>
                  <wp:positionH relativeFrom="column">
                    <wp:posOffset>3244850</wp:posOffset>
                  </wp:positionH>
                  <wp:positionV relativeFrom="paragraph">
                    <wp:posOffset>37672</wp:posOffset>
                  </wp:positionV>
                  <wp:extent cx="1586466" cy="1584251"/>
                  <wp:effectExtent l="19050" t="0" r="0" b="0"/>
                  <wp:wrapNone/>
                  <wp:docPr id="5" name="Picture 4" descr="Ian H.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an H. 2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466" cy="1584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680F" w14:paraId="418C268D" w14:textId="77777777" w:rsidTr="00434F9D">
        <w:trPr>
          <w:trHeight w:val="267"/>
        </w:trPr>
        <w:tc>
          <w:tcPr>
            <w:tcW w:w="7497" w:type="dxa"/>
            <w:tcBorders>
              <w:right w:val="dashSmallGap" w:sz="4" w:space="0" w:color="auto"/>
            </w:tcBorders>
          </w:tcPr>
          <w:p w14:paraId="01CC45A4" w14:textId="77777777" w:rsidR="00EE680F" w:rsidRPr="004D2F1F" w:rsidRDefault="00C1195F" w:rsidP="00EA3458">
            <w:pPr>
              <w:pStyle w:val="Heading3"/>
              <w:ind w:right="-439"/>
              <w:rPr>
                <w:i/>
                <w:sz w:val="24"/>
                <w:szCs w:val="24"/>
              </w:rPr>
            </w:pPr>
            <w:r w:rsidRPr="004D2F1F">
              <w:rPr>
                <w:i/>
                <w:sz w:val="24"/>
                <w:szCs w:val="24"/>
              </w:rPr>
              <w:t>President</w:t>
            </w:r>
          </w:p>
          <w:p w14:paraId="14984673" w14:textId="77777777" w:rsidR="00EA3458" w:rsidRDefault="00EA3458" w:rsidP="00EA3458">
            <w:pPr>
              <w:pStyle w:val="Heading3"/>
            </w:pPr>
            <w:r>
              <w:t xml:space="preserve">   </w:t>
            </w:r>
            <w:r w:rsidR="000D7A17">
              <w:t xml:space="preserve">    </w:t>
            </w:r>
            <w:r>
              <w:t>Ian Howlett</w:t>
            </w:r>
          </w:p>
          <w:p w14:paraId="30D36127" w14:textId="77777777" w:rsidR="00EA3458" w:rsidRPr="00DE3FE4" w:rsidRDefault="00EA3458" w:rsidP="00EA3458">
            <w:pPr>
              <w:rPr>
                <w:sz w:val="16"/>
                <w:szCs w:val="16"/>
              </w:rPr>
            </w:pPr>
          </w:p>
          <w:p w14:paraId="3842E890" w14:textId="77777777" w:rsidR="00EE680F" w:rsidRPr="004D2F1F" w:rsidRDefault="00EA3458" w:rsidP="00EA3458">
            <w:pPr>
              <w:pStyle w:val="Heading3"/>
              <w:ind w:right="-439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C1195F" w:rsidRPr="004D2F1F">
              <w:rPr>
                <w:i/>
                <w:sz w:val="24"/>
                <w:szCs w:val="24"/>
              </w:rPr>
              <w:t>District Governor</w:t>
            </w:r>
          </w:p>
          <w:p w14:paraId="79E0BC84" w14:textId="77777777" w:rsidR="00EE680F" w:rsidRDefault="0007454D" w:rsidP="00EA3458">
            <w:pPr>
              <w:pStyle w:val="Heading3"/>
              <w:ind w:left="720"/>
            </w:pPr>
            <w:r>
              <w:t>Eric Russell</w:t>
            </w:r>
          </w:p>
          <w:p w14:paraId="3DAD1CD9" w14:textId="77777777" w:rsidR="004D2F1F" w:rsidRPr="00DE3FE4" w:rsidRDefault="004D2F1F" w:rsidP="004D2F1F">
            <w:pPr>
              <w:rPr>
                <w:sz w:val="16"/>
                <w:szCs w:val="16"/>
              </w:rPr>
            </w:pPr>
          </w:p>
          <w:p w14:paraId="35388547" w14:textId="77777777" w:rsidR="00EE680F" w:rsidRPr="004D2F1F" w:rsidRDefault="000268E3" w:rsidP="002E6FA2">
            <w:pPr>
              <w:jc w:val="center"/>
              <w:rPr>
                <w:b/>
                <w:i/>
              </w:rPr>
            </w:pPr>
            <w:r>
              <w:rPr>
                <w:b/>
              </w:rPr>
              <w:t xml:space="preserve">          </w:t>
            </w:r>
            <w:r w:rsidR="00C1195F" w:rsidRPr="004D2F1F">
              <w:rPr>
                <w:b/>
                <w:i/>
              </w:rPr>
              <w:t>R I President</w:t>
            </w:r>
          </w:p>
          <w:p w14:paraId="545DC377" w14:textId="77777777" w:rsidR="00EE680F" w:rsidRDefault="00A3113F" w:rsidP="00942D45">
            <w:pPr>
              <w:ind w:left="7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Kaylan</w:t>
            </w:r>
          </w:p>
          <w:p w14:paraId="2C20A1CB" w14:textId="77777777" w:rsidR="00A3113F" w:rsidRDefault="00A3113F">
            <w:pPr>
              <w:ind w:left="7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Banerjee</w:t>
            </w:r>
          </w:p>
          <w:p w14:paraId="7AEBC25B" w14:textId="77777777" w:rsidR="000268E3" w:rsidRPr="000268E3" w:rsidRDefault="000268E3">
            <w:pPr>
              <w:ind w:left="720"/>
              <w:jc w:val="center"/>
              <w:rPr>
                <w:b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41883817" w14:textId="485C50AB" w:rsidR="0030320B" w:rsidRDefault="0030320B" w:rsidP="00AD2F29">
      <w:pPr>
        <w:outlineLvl w:val="0"/>
        <w:rPr>
          <w:rFonts w:ascii="Castellar" w:hAnsi="Castellar"/>
          <w:b/>
          <w:sz w:val="20"/>
          <w:szCs w:val="20"/>
        </w:rPr>
      </w:pPr>
    </w:p>
    <w:sectPr w:rsidR="0030320B" w:rsidSect="00434F9D">
      <w:headerReference w:type="default" r:id="rId10"/>
      <w:pgSz w:w="16838" w:h="11906" w:orient="landscape" w:code="9"/>
      <w:pgMar w:top="454" w:right="567" w:bottom="284" w:left="567" w:header="181" w:footer="0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A3CFB" w14:textId="77777777" w:rsidR="00C12C88" w:rsidRDefault="00C12C88">
      <w:r>
        <w:separator/>
      </w:r>
    </w:p>
  </w:endnote>
  <w:endnote w:type="continuationSeparator" w:id="0">
    <w:p w14:paraId="1DE04499" w14:textId="77777777" w:rsidR="00C12C88" w:rsidRDefault="00C12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D4AFC" w14:textId="77777777" w:rsidR="00C12C88" w:rsidRDefault="00C12C88">
      <w:r>
        <w:separator/>
      </w:r>
    </w:p>
  </w:footnote>
  <w:footnote w:type="continuationSeparator" w:id="0">
    <w:p w14:paraId="59DA6A22" w14:textId="77777777" w:rsidR="00C12C88" w:rsidRDefault="00C12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78FEA" w14:textId="77777777" w:rsidR="00D94AA1" w:rsidRDefault="00D94AA1">
    <w:pPr>
      <w:pStyle w:val="Header"/>
      <w:ind w:right="-31"/>
      <w:jc w:val="right"/>
      <w:rPr>
        <w:b/>
        <w:sz w:val="20"/>
        <w:szCs w:val="20"/>
      </w:rPr>
    </w:pPr>
    <w:r>
      <w:rPr>
        <w:b/>
        <w:sz w:val="22"/>
        <w:szCs w:val="22"/>
      </w:rPr>
      <w:t>Bulletin</w:t>
    </w:r>
    <w:r w:rsidR="000E0585">
      <w:rPr>
        <w:b/>
        <w:sz w:val="22"/>
        <w:szCs w:val="22"/>
      </w:rPr>
      <w:t xml:space="preserve"> </w:t>
    </w:r>
    <w:r w:rsidR="00F60BB8">
      <w:rPr>
        <w:b/>
        <w:sz w:val="22"/>
        <w:szCs w:val="22"/>
      </w:rPr>
      <w:t xml:space="preserve">    </w:t>
    </w:r>
    <w:r w:rsidR="00731EF5">
      <w:rPr>
        <w:b/>
        <w:sz w:val="22"/>
        <w:szCs w:val="22"/>
      </w:rPr>
      <w:t>219</w:t>
    </w:r>
    <w:r w:rsidR="003E52FB">
      <w:rPr>
        <w:b/>
        <w:sz w:val="22"/>
        <w:szCs w:val="22"/>
      </w:rPr>
      <w:t>8</w:t>
    </w:r>
    <w:r w:rsidR="000E0585">
      <w:rPr>
        <w:b/>
        <w:sz w:val="22"/>
        <w:szCs w:val="22"/>
      </w:rPr>
      <w:t xml:space="preserve">  </w:t>
    </w:r>
    <w:r w:rsidR="00574739">
      <w:rPr>
        <w:b/>
        <w:sz w:val="22"/>
        <w:szCs w:val="22"/>
      </w:rPr>
      <w:t xml:space="preserve">     </w:t>
    </w:r>
    <w:r>
      <w:t xml:space="preserve">  </w:t>
    </w:r>
    <w:r w:rsidR="003E52FB">
      <w:rPr>
        <w:b/>
        <w:sz w:val="20"/>
        <w:szCs w:val="20"/>
      </w:rPr>
      <w:t>11</w:t>
    </w:r>
    <w:r w:rsidR="006637C1">
      <w:rPr>
        <w:b/>
        <w:sz w:val="20"/>
        <w:szCs w:val="20"/>
      </w:rPr>
      <w:t>/07</w:t>
    </w:r>
    <w:r w:rsidR="000235F2">
      <w:rPr>
        <w:b/>
        <w:sz w:val="20"/>
        <w:szCs w:val="20"/>
      </w:rPr>
      <w:t>/11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32F87"/>
    <w:multiLevelType w:val="hybridMultilevel"/>
    <w:tmpl w:val="4D8AFA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0704B"/>
    <w:multiLevelType w:val="hybridMultilevel"/>
    <w:tmpl w:val="9774E1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97264"/>
    <w:multiLevelType w:val="hybridMultilevel"/>
    <w:tmpl w:val="FECC94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B6455"/>
    <w:multiLevelType w:val="hybridMultilevel"/>
    <w:tmpl w:val="10EC8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B53E5"/>
    <w:multiLevelType w:val="hybridMultilevel"/>
    <w:tmpl w:val="5B9CF66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51A04"/>
    <w:multiLevelType w:val="hybridMultilevel"/>
    <w:tmpl w:val="A3EE82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6B525F"/>
    <w:multiLevelType w:val="hybridMultilevel"/>
    <w:tmpl w:val="5B846E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B3E67"/>
    <w:multiLevelType w:val="hybridMultilevel"/>
    <w:tmpl w:val="612669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5353"/>
    <w:multiLevelType w:val="hybridMultilevel"/>
    <w:tmpl w:val="AA2E18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5209F"/>
    <w:multiLevelType w:val="hybridMultilevel"/>
    <w:tmpl w:val="CA9C6C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10F64"/>
    <w:multiLevelType w:val="hybridMultilevel"/>
    <w:tmpl w:val="4924461C"/>
    <w:lvl w:ilvl="0" w:tplc="0C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1" w15:restartNumberingAfterBreak="0">
    <w:nsid w:val="6B265CD5"/>
    <w:multiLevelType w:val="hybridMultilevel"/>
    <w:tmpl w:val="2604B9CA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718D0AB9"/>
    <w:multiLevelType w:val="hybridMultilevel"/>
    <w:tmpl w:val="F0D83860"/>
    <w:lvl w:ilvl="0" w:tplc="E962E3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A4765B"/>
    <w:multiLevelType w:val="hybridMultilevel"/>
    <w:tmpl w:val="B52846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10"/>
  </w:num>
  <w:num w:numId="8">
    <w:abstractNumId w:val="5"/>
  </w:num>
  <w:num w:numId="9">
    <w:abstractNumId w:val="2"/>
  </w:num>
  <w:num w:numId="10">
    <w:abstractNumId w:val="12"/>
  </w:num>
  <w:num w:numId="11">
    <w:abstractNumId w:val="3"/>
  </w:num>
  <w:num w:numId="12">
    <w:abstractNumId w:val="0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37C1"/>
    <w:rsid w:val="000015BD"/>
    <w:rsid w:val="0000192F"/>
    <w:rsid w:val="0001061E"/>
    <w:rsid w:val="000107F6"/>
    <w:rsid w:val="00012788"/>
    <w:rsid w:val="000138E2"/>
    <w:rsid w:val="000144E5"/>
    <w:rsid w:val="000179EC"/>
    <w:rsid w:val="00021C3A"/>
    <w:rsid w:val="00023317"/>
    <w:rsid w:val="000235F2"/>
    <w:rsid w:val="00024F3A"/>
    <w:rsid w:val="0002541D"/>
    <w:rsid w:val="000268E3"/>
    <w:rsid w:val="00027971"/>
    <w:rsid w:val="00027CA1"/>
    <w:rsid w:val="00027F9D"/>
    <w:rsid w:val="00034B29"/>
    <w:rsid w:val="00041800"/>
    <w:rsid w:val="0004208E"/>
    <w:rsid w:val="000424FD"/>
    <w:rsid w:val="0004728D"/>
    <w:rsid w:val="00047F48"/>
    <w:rsid w:val="00052032"/>
    <w:rsid w:val="00057842"/>
    <w:rsid w:val="00062B81"/>
    <w:rsid w:val="000644C4"/>
    <w:rsid w:val="00072B84"/>
    <w:rsid w:val="0007355D"/>
    <w:rsid w:val="00073C18"/>
    <w:rsid w:val="0007400B"/>
    <w:rsid w:val="0007454D"/>
    <w:rsid w:val="00075A87"/>
    <w:rsid w:val="00077B7D"/>
    <w:rsid w:val="00082644"/>
    <w:rsid w:val="00091CB6"/>
    <w:rsid w:val="00095B58"/>
    <w:rsid w:val="000962D2"/>
    <w:rsid w:val="00096654"/>
    <w:rsid w:val="00097C83"/>
    <w:rsid w:val="000B1B01"/>
    <w:rsid w:val="000B3719"/>
    <w:rsid w:val="000C410F"/>
    <w:rsid w:val="000C4189"/>
    <w:rsid w:val="000C63A0"/>
    <w:rsid w:val="000D70E2"/>
    <w:rsid w:val="000D7A17"/>
    <w:rsid w:val="000E0585"/>
    <w:rsid w:val="000E1AAB"/>
    <w:rsid w:val="000E2930"/>
    <w:rsid w:val="000E3BF6"/>
    <w:rsid w:val="000E3C69"/>
    <w:rsid w:val="000E6DE2"/>
    <w:rsid w:val="000F087B"/>
    <w:rsid w:val="000F18AF"/>
    <w:rsid w:val="000F2763"/>
    <w:rsid w:val="000F405B"/>
    <w:rsid w:val="00103467"/>
    <w:rsid w:val="00104C0F"/>
    <w:rsid w:val="0011138D"/>
    <w:rsid w:val="00112ABD"/>
    <w:rsid w:val="001135DE"/>
    <w:rsid w:val="0012239D"/>
    <w:rsid w:val="0012490F"/>
    <w:rsid w:val="001261B5"/>
    <w:rsid w:val="00131FB3"/>
    <w:rsid w:val="001338D2"/>
    <w:rsid w:val="00133F50"/>
    <w:rsid w:val="00140CCD"/>
    <w:rsid w:val="00143261"/>
    <w:rsid w:val="0014333D"/>
    <w:rsid w:val="00150950"/>
    <w:rsid w:val="0015580E"/>
    <w:rsid w:val="0015759C"/>
    <w:rsid w:val="00157E82"/>
    <w:rsid w:val="00160737"/>
    <w:rsid w:val="001609B9"/>
    <w:rsid w:val="00160CD8"/>
    <w:rsid w:val="001615B2"/>
    <w:rsid w:val="00163C35"/>
    <w:rsid w:val="00163F27"/>
    <w:rsid w:val="001659BB"/>
    <w:rsid w:val="001804F9"/>
    <w:rsid w:val="00183498"/>
    <w:rsid w:val="00184725"/>
    <w:rsid w:val="00185C68"/>
    <w:rsid w:val="00186A1C"/>
    <w:rsid w:val="00196673"/>
    <w:rsid w:val="001A2873"/>
    <w:rsid w:val="001A30A6"/>
    <w:rsid w:val="001A5458"/>
    <w:rsid w:val="001A6A8A"/>
    <w:rsid w:val="001B2228"/>
    <w:rsid w:val="001B3FB3"/>
    <w:rsid w:val="001B737B"/>
    <w:rsid w:val="001C2055"/>
    <w:rsid w:val="001C2111"/>
    <w:rsid w:val="001C37AF"/>
    <w:rsid w:val="001C3F67"/>
    <w:rsid w:val="001C55B1"/>
    <w:rsid w:val="001C5D54"/>
    <w:rsid w:val="001C6AE4"/>
    <w:rsid w:val="001C72F0"/>
    <w:rsid w:val="001C77FF"/>
    <w:rsid w:val="001D15E6"/>
    <w:rsid w:val="001D18EA"/>
    <w:rsid w:val="001D3A41"/>
    <w:rsid w:val="001E0928"/>
    <w:rsid w:val="001E1B61"/>
    <w:rsid w:val="001E1B64"/>
    <w:rsid w:val="001E3D02"/>
    <w:rsid w:val="001E4829"/>
    <w:rsid w:val="001E71C0"/>
    <w:rsid w:val="001F0689"/>
    <w:rsid w:val="001F574B"/>
    <w:rsid w:val="001F5D3F"/>
    <w:rsid w:val="00201FC8"/>
    <w:rsid w:val="002175D7"/>
    <w:rsid w:val="002177E7"/>
    <w:rsid w:val="00226806"/>
    <w:rsid w:val="00240CBE"/>
    <w:rsid w:val="00244213"/>
    <w:rsid w:val="0024580F"/>
    <w:rsid w:val="002534C5"/>
    <w:rsid w:val="00254072"/>
    <w:rsid w:val="002575D8"/>
    <w:rsid w:val="00267AEE"/>
    <w:rsid w:val="00270927"/>
    <w:rsid w:val="00276A48"/>
    <w:rsid w:val="00277AFC"/>
    <w:rsid w:val="00277C9F"/>
    <w:rsid w:val="002908CA"/>
    <w:rsid w:val="00295276"/>
    <w:rsid w:val="002A2679"/>
    <w:rsid w:val="002B0AC0"/>
    <w:rsid w:val="002B0C01"/>
    <w:rsid w:val="002B6A7B"/>
    <w:rsid w:val="002B7392"/>
    <w:rsid w:val="002C0201"/>
    <w:rsid w:val="002C06B7"/>
    <w:rsid w:val="002C072F"/>
    <w:rsid w:val="002C4E18"/>
    <w:rsid w:val="002C7DFA"/>
    <w:rsid w:val="002D3591"/>
    <w:rsid w:val="002D5EAC"/>
    <w:rsid w:val="002D7B1C"/>
    <w:rsid w:val="002E237C"/>
    <w:rsid w:val="002E2CBE"/>
    <w:rsid w:val="002E6FA2"/>
    <w:rsid w:val="002F0800"/>
    <w:rsid w:val="002F7042"/>
    <w:rsid w:val="0030037F"/>
    <w:rsid w:val="0030320B"/>
    <w:rsid w:val="00307623"/>
    <w:rsid w:val="00310CB8"/>
    <w:rsid w:val="00311C14"/>
    <w:rsid w:val="003145DB"/>
    <w:rsid w:val="00323A2D"/>
    <w:rsid w:val="00332852"/>
    <w:rsid w:val="00333FCE"/>
    <w:rsid w:val="00337401"/>
    <w:rsid w:val="0034133D"/>
    <w:rsid w:val="00346706"/>
    <w:rsid w:val="00346B80"/>
    <w:rsid w:val="003470A7"/>
    <w:rsid w:val="0035138D"/>
    <w:rsid w:val="00351B09"/>
    <w:rsid w:val="0035214C"/>
    <w:rsid w:val="003524B4"/>
    <w:rsid w:val="0035768E"/>
    <w:rsid w:val="003610C5"/>
    <w:rsid w:val="003654BE"/>
    <w:rsid w:val="0036582E"/>
    <w:rsid w:val="00371145"/>
    <w:rsid w:val="003740E1"/>
    <w:rsid w:val="00377AAB"/>
    <w:rsid w:val="003805E9"/>
    <w:rsid w:val="00380E9B"/>
    <w:rsid w:val="00381AEE"/>
    <w:rsid w:val="00382B83"/>
    <w:rsid w:val="00383F8B"/>
    <w:rsid w:val="00385171"/>
    <w:rsid w:val="003866F3"/>
    <w:rsid w:val="00387822"/>
    <w:rsid w:val="003913C0"/>
    <w:rsid w:val="00391FB2"/>
    <w:rsid w:val="00393F99"/>
    <w:rsid w:val="00394369"/>
    <w:rsid w:val="0039790A"/>
    <w:rsid w:val="003A2BE3"/>
    <w:rsid w:val="003A2E0E"/>
    <w:rsid w:val="003A5160"/>
    <w:rsid w:val="003B4577"/>
    <w:rsid w:val="003B5EBB"/>
    <w:rsid w:val="003B74DF"/>
    <w:rsid w:val="003C17C4"/>
    <w:rsid w:val="003C202B"/>
    <w:rsid w:val="003C3FEC"/>
    <w:rsid w:val="003C44A7"/>
    <w:rsid w:val="003C4F5D"/>
    <w:rsid w:val="003C5F3E"/>
    <w:rsid w:val="003D05B5"/>
    <w:rsid w:val="003D2518"/>
    <w:rsid w:val="003D5978"/>
    <w:rsid w:val="003D6FE5"/>
    <w:rsid w:val="003E0E5E"/>
    <w:rsid w:val="003E1DEF"/>
    <w:rsid w:val="003E52FB"/>
    <w:rsid w:val="003F72EA"/>
    <w:rsid w:val="00401C93"/>
    <w:rsid w:val="00402ADF"/>
    <w:rsid w:val="00406FC4"/>
    <w:rsid w:val="00412F9A"/>
    <w:rsid w:val="004134AD"/>
    <w:rsid w:val="00414B68"/>
    <w:rsid w:val="004162C0"/>
    <w:rsid w:val="00416513"/>
    <w:rsid w:val="004177BB"/>
    <w:rsid w:val="00420C8E"/>
    <w:rsid w:val="004244AB"/>
    <w:rsid w:val="0042508F"/>
    <w:rsid w:val="00426DD1"/>
    <w:rsid w:val="004276E2"/>
    <w:rsid w:val="00431BDD"/>
    <w:rsid w:val="0043241C"/>
    <w:rsid w:val="00434F9D"/>
    <w:rsid w:val="004368E6"/>
    <w:rsid w:val="0043768C"/>
    <w:rsid w:val="00441779"/>
    <w:rsid w:val="00452A97"/>
    <w:rsid w:val="004566A5"/>
    <w:rsid w:val="00467D1E"/>
    <w:rsid w:val="0047037D"/>
    <w:rsid w:val="00471035"/>
    <w:rsid w:val="00473145"/>
    <w:rsid w:val="00473EEB"/>
    <w:rsid w:val="00473F8C"/>
    <w:rsid w:val="00476FC0"/>
    <w:rsid w:val="00484389"/>
    <w:rsid w:val="004861F2"/>
    <w:rsid w:val="00486A53"/>
    <w:rsid w:val="00487252"/>
    <w:rsid w:val="00487C2A"/>
    <w:rsid w:val="0049495F"/>
    <w:rsid w:val="00497CA6"/>
    <w:rsid w:val="004A2B4C"/>
    <w:rsid w:val="004A31F1"/>
    <w:rsid w:val="004A4058"/>
    <w:rsid w:val="004B0E96"/>
    <w:rsid w:val="004B249F"/>
    <w:rsid w:val="004B4C79"/>
    <w:rsid w:val="004C0562"/>
    <w:rsid w:val="004C2EF2"/>
    <w:rsid w:val="004C3B74"/>
    <w:rsid w:val="004C5626"/>
    <w:rsid w:val="004C5B45"/>
    <w:rsid w:val="004D2D85"/>
    <w:rsid w:val="004D2F1F"/>
    <w:rsid w:val="004D557B"/>
    <w:rsid w:val="004D7FED"/>
    <w:rsid w:val="004E7D17"/>
    <w:rsid w:val="004F0B96"/>
    <w:rsid w:val="004F674D"/>
    <w:rsid w:val="00503568"/>
    <w:rsid w:val="00505BAE"/>
    <w:rsid w:val="005065EB"/>
    <w:rsid w:val="0050702F"/>
    <w:rsid w:val="005146EC"/>
    <w:rsid w:val="00514EBD"/>
    <w:rsid w:val="00527805"/>
    <w:rsid w:val="00527EA8"/>
    <w:rsid w:val="005342F4"/>
    <w:rsid w:val="005357E8"/>
    <w:rsid w:val="00535E12"/>
    <w:rsid w:val="00536960"/>
    <w:rsid w:val="0053703F"/>
    <w:rsid w:val="0053757F"/>
    <w:rsid w:val="00537F07"/>
    <w:rsid w:val="00541F86"/>
    <w:rsid w:val="0054264A"/>
    <w:rsid w:val="00546754"/>
    <w:rsid w:val="00561ACC"/>
    <w:rsid w:val="00570539"/>
    <w:rsid w:val="005721C2"/>
    <w:rsid w:val="00574739"/>
    <w:rsid w:val="00581067"/>
    <w:rsid w:val="005814FA"/>
    <w:rsid w:val="005817D4"/>
    <w:rsid w:val="00582321"/>
    <w:rsid w:val="0058263F"/>
    <w:rsid w:val="00582C37"/>
    <w:rsid w:val="00583BF0"/>
    <w:rsid w:val="00584A62"/>
    <w:rsid w:val="0059153D"/>
    <w:rsid w:val="00592BE3"/>
    <w:rsid w:val="00592C37"/>
    <w:rsid w:val="00593442"/>
    <w:rsid w:val="0059431E"/>
    <w:rsid w:val="005944BD"/>
    <w:rsid w:val="005A1D40"/>
    <w:rsid w:val="005A2595"/>
    <w:rsid w:val="005A549D"/>
    <w:rsid w:val="005A7247"/>
    <w:rsid w:val="005B2A7C"/>
    <w:rsid w:val="005B4147"/>
    <w:rsid w:val="005B57B2"/>
    <w:rsid w:val="005B58D5"/>
    <w:rsid w:val="005C2EFF"/>
    <w:rsid w:val="005C5907"/>
    <w:rsid w:val="005C703F"/>
    <w:rsid w:val="005C7E04"/>
    <w:rsid w:val="005D410B"/>
    <w:rsid w:val="005D6723"/>
    <w:rsid w:val="005E08FA"/>
    <w:rsid w:val="005E5324"/>
    <w:rsid w:val="005E7E19"/>
    <w:rsid w:val="005F118B"/>
    <w:rsid w:val="005F54C4"/>
    <w:rsid w:val="00600879"/>
    <w:rsid w:val="006019AC"/>
    <w:rsid w:val="00603640"/>
    <w:rsid w:val="00603678"/>
    <w:rsid w:val="0060478A"/>
    <w:rsid w:val="0060495C"/>
    <w:rsid w:val="006124E0"/>
    <w:rsid w:val="00617167"/>
    <w:rsid w:val="0061764B"/>
    <w:rsid w:val="006207B7"/>
    <w:rsid w:val="006214C4"/>
    <w:rsid w:val="00623830"/>
    <w:rsid w:val="006264BB"/>
    <w:rsid w:val="0062664B"/>
    <w:rsid w:val="00633AE1"/>
    <w:rsid w:val="006347A1"/>
    <w:rsid w:val="0063769F"/>
    <w:rsid w:val="00644F6C"/>
    <w:rsid w:val="00652CE6"/>
    <w:rsid w:val="00657414"/>
    <w:rsid w:val="00661C08"/>
    <w:rsid w:val="00662C0B"/>
    <w:rsid w:val="006637C1"/>
    <w:rsid w:val="0067002F"/>
    <w:rsid w:val="00672272"/>
    <w:rsid w:val="00672456"/>
    <w:rsid w:val="00680F07"/>
    <w:rsid w:val="0068132B"/>
    <w:rsid w:val="00681B1A"/>
    <w:rsid w:val="00682896"/>
    <w:rsid w:val="0068704E"/>
    <w:rsid w:val="00691541"/>
    <w:rsid w:val="006967D0"/>
    <w:rsid w:val="006A1A76"/>
    <w:rsid w:val="006A2BCA"/>
    <w:rsid w:val="006A3C1E"/>
    <w:rsid w:val="006A4213"/>
    <w:rsid w:val="006A5631"/>
    <w:rsid w:val="006B1CE4"/>
    <w:rsid w:val="006B29DA"/>
    <w:rsid w:val="006C32D9"/>
    <w:rsid w:val="006D54E4"/>
    <w:rsid w:val="006E0B2B"/>
    <w:rsid w:val="006E14DB"/>
    <w:rsid w:val="006E1728"/>
    <w:rsid w:val="006E2C03"/>
    <w:rsid w:val="006E37AB"/>
    <w:rsid w:val="006F4FD1"/>
    <w:rsid w:val="006F58A0"/>
    <w:rsid w:val="006F5C14"/>
    <w:rsid w:val="006F5E0E"/>
    <w:rsid w:val="00702A22"/>
    <w:rsid w:val="00704E3C"/>
    <w:rsid w:val="00722A5E"/>
    <w:rsid w:val="00723E06"/>
    <w:rsid w:val="00726B7A"/>
    <w:rsid w:val="00726C43"/>
    <w:rsid w:val="00730493"/>
    <w:rsid w:val="00731672"/>
    <w:rsid w:val="00731EF5"/>
    <w:rsid w:val="0073213D"/>
    <w:rsid w:val="00743425"/>
    <w:rsid w:val="007449FC"/>
    <w:rsid w:val="00756520"/>
    <w:rsid w:val="007578B2"/>
    <w:rsid w:val="007623AD"/>
    <w:rsid w:val="0076335B"/>
    <w:rsid w:val="00765BFD"/>
    <w:rsid w:val="00767924"/>
    <w:rsid w:val="00770E2C"/>
    <w:rsid w:val="007718FE"/>
    <w:rsid w:val="007735E6"/>
    <w:rsid w:val="00775774"/>
    <w:rsid w:val="00780E84"/>
    <w:rsid w:val="00781DD5"/>
    <w:rsid w:val="0078299F"/>
    <w:rsid w:val="00783B6B"/>
    <w:rsid w:val="0078585D"/>
    <w:rsid w:val="00787152"/>
    <w:rsid w:val="007A1A71"/>
    <w:rsid w:val="007A4B84"/>
    <w:rsid w:val="007A78DA"/>
    <w:rsid w:val="007A7D60"/>
    <w:rsid w:val="007B1001"/>
    <w:rsid w:val="007B1474"/>
    <w:rsid w:val="007B1D76"/>
    <w:rsid w:val="007B20CB"/>
    <w:rsid w:val="007B2901"/>
    <w:rsid w:val="007B708C"/>
    <w:rsid w:val="007B7EBC"/>
    <w:rsid w:val="007C3068"/>
    <w:rsid w:val="007D35B1"/>
    <w:rsid w:val="007D58CD"/>
    <w:rsid w:val="007E2BB2"/>
    <w:rsid w:val="007E3605"/>
    <w:rsid w:val="007F648F"/>
    <w:rsid w:val="00800242"/>
    <w:rsid w:val="008014D9"/>
    <w:rsid w:val="00802C51"/>
    <w:rsid w:val="00804EF1"/>
    <w:rsid w:val="00805898"/>
    <w:rsid w:val="00805B59"/>
    <w:rsid w:val="00806A93"/>
    <w:rsid w:val="00807672"/>
    <w:rsid w:val="00807976"/>
    <w:rsid w:val="00810CDA"/>
    <w:rsid w:val="0082192A"/>
    <w:rsid w:val="0082422B"/>
    <w:rsid w:val="00825840"/>
    <w:rsid w:val="00825857"/>
    <w:rsid w:val="00825D70"/>
    <w:rsid w:val="00826D67"/>
    <w:rsid w:val="00830D5B"/>
    <w:rsid w:val="00842FA5"/>
    <w:rsid w:val="008444FC"/>
    <w:rsid w:val="0084566C"/>
    <w:rsid w:val="00845A15"/>
    <w:rsid w:val="00847E77"/>
    <w:rsid w:val="00856368"/>
    <w:rsid w:val="00857D91"/>
    <w:rsid w:val="00861E07"/>
    <w:rsid w:val="008652BE"/>
    <w:rsid w:val="00866582"/>
    <w:rsid w:val="008667AE"/>
    <w:rsid w:val="008672F6"/>
    <w:rsid w:val="00872EDC"/>
    <w:rsid w:val="00873843"/>
    <w:rsid w:val="00873B91"/>
    <w:rsid w:val="00875E66"/>
    <w:rsid w:val="008763C4"/>
    <w:rsid w:val="008803D9"/>
    <w:rsid w:val="00880BE8"/>
    <w:rsid w:val="00883DA9"/>
    <w:rsid w:val="00884258"/>
    <w:rsid w:val="008908CC"/>
    <w:rsid w:val="008918F1"/>
    <w:rsid w:val="008925D0"/>
    <w:rsid w:val="00892FB2"/>
    <w:rsid w:val="0089707B"/>
    <w:rsid w:val="008A2175"/>
    <w:rsid w:val="008A7C57"/>
    <w:rsid w:val="008B0488"/>
    <w:rsid w:val="008B2A7D"/>
    <w:rsid w:val="008B5E54"/>
    <w:rsid w:val="008C1E03"/>
    <w:rsid w:val="008C2315"/>
    <w:rsid w:val="008C29E2"/>
    <w:rsid w:val="008C4FCF"/>
    <w:rsid w:val="008C6FCD"/>
    <w:rsid w:val="008D1122"/>
    <w:rsid w:val="008D176C"/>
    <w:rsid w:val="008D2191"/>
    <w:rsid w:val="008D6CF6"/>
    <w:rsid w:val="008D6FC1"/>
    <w:rsid w:val="008E1868"/>
    <w:rsid w:val="008E3202"/>
    <w:rsid w:val="008E40C2"/>
    <w:rsid w:val="008E526B"/>
    <w:rsid w:val="008F0AF7"/>
    <w:rsid w:val="008F133A"/>
    <w:rsid w:val="008F14A8"/>
    <w:rsid w:val="008F3722"/>
    <w:rsid w:val="00901DA3"/>
    <w:rsid w:val="00905467"/>
    <w:rsid w:val="00906BED"/>
    <w:rsid w:val="00907012"/>
    <w:rsid w:val="00911ABF"/>
    <w:rsid w:val="00916AEC"/>
    <w:rsid w:val="00920FD9"/>
    <w:rsid w:val="00935599"/>
    <w:rsid w:val="00936E44"/>
    <w:rsid w:val="00942D45"/>
    <w:rsid w:val="00944AB5"/>
    <w:rsid w:val="00945050"/>
    <w:rsid w:val="009474E2"/>
    <w:rsid w:val="00951178"/>
    <w:rsid w:val="0096257E"/>
    <w:rsid w:val="00963D88"/>
    <w:rsid w:val="0096638B"/>
    <w:rsid w:val="00970BC8"/>
    <w:rsid w:val="00972E45"/>
    <w:rsid w:val="00974D6C"/>
    <w:rsid w:val="00976F53"/>
    <w:rsid w:val="00980ADF"/>
    <w:rsid w:val="00984295"/>
    <w:rsid w:val="009916EE"/>
    <w:rsid w:val="0099288F"/>
    <w:rsid w:val="009947E1"/>
    <w:rsid w:val="009A29BD"/>
    <w:rsid w:val="009A3E5F"/>
    <w:rsid w:val="009A442D"/>
    <w:rsid w:val="009A7E20"/>
    <w:rsid w:val="009B5493"/>
    <w:rsid w:val="009C0724"/>
    <w:rsid w:val="009C4E62"/>
    <w:rsid w:val="009C749D"/>
    <w:rsid w:val="009C74E6"/>
    <w:rsid w:val="009D2D05"/>
    <w:rsid w:val="009E2466"/>
    <w:rsid w:val="009E56B9"/>
    <w:rsid w:val="009E5D30"/>
    <w:rsid w:val="009E5E85"/>
    <w:rsid w:val="009F0B10"/>
    <w:rsid w:val="009F4B44"/>
    <w:rsid w:val="009F565E"/>
    <w:rsid w:val="00A020AF"/>
    <w:rsid w:val="00A04D3E"/>
    <w:rsid w:val="00A05352"/>
    <w:rsid w:val="00A05E70"/>
    <w:rsid w:val="00A06966"/>
    <w:rsid w:val="00A1226E"/>
    <w:rsid w:val="00A150DE"/>
    <w:rsid w:val="00A2255D"/>
    <w:rsid w:val="00A2303C"/>
    <w:rsid w:val="00A279E4"/>
    <w:rsid w:val="00A27DBA"/>
    <w:rsid w:val="00A30ED1"/>
    <w:rsid w:val="00A3113F"/>
    <w:rsid w:val="00A3152A"/>
    <w:rsid w:val="00A345C2"/>
    <w:rsid w:val="00A3474A"/>
    <w:rsid w:val="00A35D2D"/>
    <w:rsid w:val="00A41A45"/>
    <w:rsid w:val="00A4356C"/>
    <w:rsid w:val="00A43DD5"/>
    <w:rsid w:val="00A455CF"/>
    <w:rsid w:val="00A462D0"/>
    <w:rsid w:val="00A466FE"/>
    <w:rsid w:val="00A467A0"/>
    <w:rsid w:val="00A4739B"/>
    <w:rsid w:val="00A52E14"/>
    <w:rsid w:val="00A53C3E"/>
    <w:rsid w:val="00A55EAA"/>
    <w:rsid w:val="00A56D80"/>
    <w:rsid w:val="00A6138C"/>
    <w:rsid w:val="00A622DF"/>
    <w:rsid w:val="00A629FB"/>
    <w:rsid w:val="00A64607"/>
    <w:rsid w:val="00A652EC"/>
    <w:rsid w:val="00A74B7F"/>
    <w:rsid w:val="00A7649E"/>
    <w:rsid w:val="00A76E62"/>
    <w:rsid w:val="00A821A4"/>
    <w:rsid w:val="00A8678B"/>
    <w:rsid w:val="00A87092"/>
    <w:rsid w:val="00A91900"/>
    <w:rsid w:val="00A9378B"/>
    <w:rsid w:val="00A93A74"/>
    <w:rsid w:val="00A93D85"/>
    <w:rsid w:val="00A94297"/>
    <w:rsid w:val="00A94412"/>
    <w:rsid w:val="00A96244"/>
    <w:rsid w:val="00A972D0"/>
    <w:rsid w:val="00AA36A6"/>
    <w:rsid w:val="00AA6484"/>
    <w:rsid w:val="00AA66C2"/>
    <w:rsid w:val="00AB070C"/>
    <w:rsid w:val="00AB108F"/>
    <w:rsid w:val="00AB116C"/>
    <w:rsid w:val="00AB3D0E"/>
    <w:rsid w:val="00AB545D"/>
    <w:rsid w:val="00AB6B8C"/>
    <w:rsid w:val="00AB6DB9"/>
    <w:rsid w:val="00AC0041"/>
    <w:rsid w:val="00AC03F7"/>
    <w:rsid w:val="00AC2B6C"/>
    <w:rsid w:val="00AC310A"/>
    <w:rsid w:val="00AC421B"/>
    <w:rsid w:val="00AC7DAD"/>
    <w:rsid w:val="00AD2099"/>
    <w:rsid w:val="00AD2F29"/>
    <w:rsid w:val="00AD47D7"/>
    <w:rsid w:val="00AD5FE2"/>
    <w:rsid w:val="00AD6452"/>
    <w:rsid w:val="00AD64E3"/>
    <w:rsid w:val="00AE1B33"/>
    <w:rsid w:val="00AE213E"/>
    <w:rsid w:val="00AE2F83"/>
    <w:rsid w:val="00AE4991"/>
    <w:rsid w:val="00AE5782"/>
    <w:rsid w:val="00AE6A96"/>
    <w:rsid w:val="00AE72F8"/>
    <w:rsid w:val="00AF48C3"/>
    <w:rsid w:val="00AF5423"/>
    <w:rsid w:val="00AF7FEB"/>
    <w:rsid w:val="00B025A1"/>
    <w:rsid w:val="00B02F79"/>
    <w:rsid w:val="00B05104"/>
    <w:rsid w:val="00B05675"/>
    <w:rsid w:val="00B209C5"/>
    <w:rsid w:val="00B24C7E"/>
    <w:rsid w:val="00B262F2"/>
    <w:rsid w:val="00B30332"/>
    <w:rsid w:val="00B303CC"/>
    <w:rsid w:val="00B321AB"/>
    <w:rsid w:val="00B37250"/>
    <w:rsid w:val="00B463EB"/>
    <w:rsid w:val="00B56209"/>
    <w:rsid w:val="00B63853"/>
    <w:rsid w:val="00B70A13"/>
    <w:rsid w:val="00B72670"/>
    <w:rsid w:val="00B74AAA"/>
    <w:rsid w:val="00B76947"/>
    <w:rsid w:val="00B77539"/>
    <w:rsid w:val="00B85EEF"/>
    <w:rsid w:val="00B906DC"/>
    <w:rsid w:val="00B91805"/>
    <w:rsid w:val="00B95362"/>
    <w:rsid w:val="00BA678E"/>
    <w:rsid w:val="00BB0623"/>
    <w:rsid w:val="00BB09CB"/>
    <w:rsid w:val="00BC4DA3"/>
    <w:rsid w:val="00BD33AB"/>
    <w:rsid w:val="00BE0A89"/>
    <w:rsid w:val="00BE21D9"/>
    <w:rsid w:val="00BE5FCD"/>
    <w:rsid w:val="00BE619D"/>
    <w:rsid w:val="00BF038F"/>
    <w:rsid w:val="00C066C5"/>
    <w:rsid w:val="00C0723B"/>
    <w:rsid w:val="00C078BE"/>
    <w:rsid w:val="00C07BE0"/>
    <w:rsid w:val="00C07BF6"/>
    <w:rsid w:val="00C1195F"/>
    <w:rsid w:val="00C12C88"/>
    <w:rsid w:val="00C12F4F"/>
    <w:rsid w:val="00C14885"/>
    <w:rsid w:val="00C1676F"/>
    <w:rsid w:val="00C17935"/>
    <w:rsid w:val="00C20111"/>
    <w:rsid w:val="00C214EB"/>
    <w:rsid w:val="00C23129"/>
    <w:rsid w:val="00C30148"/>
    <w:rsid w:val="00C30438"/>
    <w:rsid w:val="00C32A20"/>
    <w:rsid w:val="00C37E3E"/>
    <w:rsid w:val="00C43F75"/>
    <w:rsid w:val="00C456DC"/>
    <w:rsid w:val="00C46280"/>
    <w:rsid w:val="00C50E67"/>
    <w:rsid w:val="00C51345"/>
    <w:rsid w:val="00C519C8"/>
    <w:rsid w:val="00C53B68"/>
    <w:rsid w:val="00C54F48"/>
    <w:rsid w:val="00C565DE"/>
    <w:rsid w:val="00C63356"/>
    <w:rsid w:val="00C63A5D"/>
    <w:rsid w:val="00C64642"/>
    <w:rsid w:val="00C64CBA"/>
    <w:rsid w:val="00C653B7"/>
    <w:rsid w:val="00C714F4"/>
    <w:rsid w:val="00C764AF"/>
    <w:rsid w:val="00C76EFC"/>
    <w:rsid w:val="00C770B6"/>
    <w:rsid w:val="00C77FB1"/>
    <w:rsid w:val="00C811FF"/>
    <w:rsid w:val="00C83144"/>
    <w:rsid w:val="00C90738"/>
    <w:rsid w:val="00C92050"/>
    <w:rsid w:val="00C929D0"/>
    <w:rsid w:val="00C96614"/>
    <w:rsid w:val="00CA225A"/>
    <w:rsid w:val="00CA487A"/>
    <w:rsid w:val="00CA4BD1"/>
    <w:rsid w:val="00CA7A27"/>
    <w:rsid w:val="00CB065E"/>
    <w:rsid w:val="00CB1D83"/>
    <w:rsid w:val="00CB2395"/>
    <w:rsid w:val="00CB2E6C"/>
    <w:rsid w:val="00CB6215"/>
    <w:rsid w:val="00CB6E5A"/>
    <w:rsid w:val="00CC1B84"/>
    <w:rsid w:val="00CC1D0A"/>
    <w:rsid w:val="00CC278E"/>
    <w:rsid w:val="00CC6AE6"/>
    <w:rsid w:val="00CC70DF"/>
    <w:rsid w:val="00CC72D9"/>
    <w:rsid w:val="00CD6714"/>
    <w:rsid w:val="00CE3CB8"/>
    <w:rsid w:val="00CE4398"/>
    <w:rsid w:val="00CE4F99"/>
    <w:rsid w:val="00CE6425"/>
    <w:rsid w:val="00CE7DC3"/>
    <w:rsid w:val="00CF0E0A"/>
    <w:rsid w:val="00CF370C"/>
    <w:rsid w:val="00CF5C6E"/>
    <w:rsid w:val="00CF77B3"/>
    <w:rsid w:val="00D01496"/>
    <w:rsid w:val="00D01EAD"/>
    <w:rsid w:val="00D22335"/>
    <w:rsid w:val="00D248ED"/>
    <w:rsid w:val="00D259BB"/>
    <w:rsid w:val="00D27492"/>
    <w:rsid w:val="00D3036F"/>
    <w:rsid w:val="00D308FA"/>
    <w:rsid w:val="00D341DB"/>
    <w:rsid w:val="00D36BB2"/>
    <w:rsid w:val="00D37EAE"/>
    <w:rsid w:val="00D41C3A"/>
    <w:rsid w:val="00D46F8D"/>
    <w:rsid w:val="00D5052A"/>
    <w:rsid w:val="00D50A92"/>
    <w:rsid w:val="00D51272"/>
    <w:rsid w:val="00D53726"/>
    <w:rsid w:val="00D53C34"/>
    <w:rsid w:val="00D54A93"/>
    <w:rsid w:val="00D55968"/>
    <w:rsid w:val="00D62D60"/>
    <w:rsid w:val="00D6406D"/>
    <w:rsid w:val="00D66B8F"/>
    <w:rsid w:val="00D672CC"/>
    <w:rsid w:val="00D74C73"/>
    <w:rsid w:val="00D76112"/>
    <w:rsid w:val="00D77739"/>
    <w:rsid w:val="00D825D2"/>
    <w:rsid w:val="00D8722D"/>
    <w:rsid w:val="00D94AA1"/>
    <w:rsid w:val="00D959A5"/>
    <w:rsid w:val="00D965D7"/>
    <w:rsid w:val="00D966E7"/>
    <w:rsid w:val="00D9781E"/>
    <w:rsid w:val="00D97B7F"/>
    <w:rsid w:val="00DA0CF5"/>
    <w:rsid w:val="00DA43FB"/>
    <w:rsid w:val="00DA4B87"/>
    <w:rsid w:val="00DA71A0"/>
    <w:rsid w:val="00DB2AA1"/>
    <w:rsid w:val="00DB3FB3"/>
    <w:rsid w:val="00DB430D"/>
    <w:rsid w:val="00DB60BC"/>
    <w:rsid w:val="00DC0BAC"/>
    <w:rsid w:val="00DC1579"/>
    <w:rsid w:val="00DC51DE"/>
    <w:rsid w:val="00DC6CB2"/>
    <w:rsid w:val="00DD068B"/>
    <w:rsid w:val="00DD0A2A"/>
    <w:rsid w:val="00DE3FE4"/>
    <w:rsid w:val="00DE416D"/>
    <w:rsid w:val="00DF0DB1"/>
    <w:rsid w:val="00DF5CE4"/>
    <w:rsid w:val="00DF603E"/>
    <w:rsid w:val="00DF75A1"/>
    <w:rsid w:val="00E00ADD"/>
    <w:rsid w:val="00E01033"/>
    <w:rsid w:val="00E07FFD"/>
    <w:rsid w:val="00E13B1F"/>
    <w:rsid w:val="00E15DB0"/>
    <w:rsid w:val="00E16B60"/>
    <w:rsid w:val="00E17339"/>
    <w:rsid w:val="00E20E5E"/>
    <w:rsid w:val="00E22E60"/>
    <w:rsid w:val="00E245FD"/>
    <w:rsid w:val="00E25F2B"/>
    <w:rsid w:val="00E3012B"/>
    <w:rsid w:val="00E30662"/>
    <w:rsid w:val="00E30BD3"/>
    <w:rsid w:val="00E347A7"/>
    <w:rsid w:val="00E35C9F"/>
    <w:rsid w:val="00E4495B"/>
    <w:rsid w:val="00E44EFC"/>
    <w:rsid w:val="00E46622"/>
    <w:rsid w:val="00E4674E"/>
    <w:rsid w:val="00E5232A"/>
    <w:rsid w:val="00E5319F"/>
    <w:rsid w:val="00E5428B"/>
    <w:rsid w:val="00E568BC"/>
    <w:rsid w:val="00E61C5D"/>
    <w:rsid w:val="00E65E09"/>
    <w:rsid w:val="00E6632C"/>
    <w:rsid w:val="00E6714D"/>
    <w:rsid w:val="00E72806"/>
    <w:rsid w:val="00E72D4A"/>
    <w:rsid w:val="00E81299"/>
    <w:rsid w:val="00E83AF3"/>
    <w:rsid w:val="00E91885"/>
    <w:rsid w:val="00E91DCF"/>
    <w:rsid w:val="00EA3458"/>
    <w:rsid w:val="00EA4589"/>
    <w:rsid w:val="00EB0BCC"/>
    <w:rsid w:val="00EB32D0"/>
    <w:rsid w:val="00EB3ABD"/>
    <w:rsid w:val="00EB3F33"/>
    <w:rsid w:val="00EB71AA"/>
    <w:rsid w:val="00EB7E2C"/>
    <w:rsid w:val="00EC50F0"/>
    <w:rsid w:val="00ED39FC"/>
    <w:rsid w:val="00ED3F20"/>
    <w:rsid w:val="00ED40F9"/>
    <w:rsid w:val="00EE14A8"/>
    <w:rsid w:val="00EE24DB"/>
    <w:rsid w:val="00EE4210"/>
    <w:rsid w:val="00EE5223"/>
    <w:rsid w:val="00EE680F"/>
    <w:rsid w:val="00EF4969"/>
    <w:rsid w:val="00EF5D89"/>
    <w:rsid w:val="00F02524"/>
    <w:rsid w:val="00F03175"/>
    <w:rsid w:val="00F16F8C"/>
    <w:rsid w:val="00F207A4"/>
    <w:rsid w:val="00F31505"/>
    <w:rsid w:val="00F32665"/>
    <w:rsid w:val="00F51F51"/>
    <w:rsid w:val="00F54C31"/>
    <w:rsid w:val="00F55643"/>
    <w:rsid w:val="00F57B8F"/>
    <w:rsid w:val="00F6007D"/>
    <w:rsid w:val="00F60492"/>
    <w:rsid w:val="00F60BB8"/>
    <w:rsid w:val="00F63C2E"/>
    <w:rsid w:val="00F6779C"/>
    <w:rsid w:val="00F70AE7"/>
    <w:rsid w:val="00F71DF0"/>
    <w:rsid w:val="00F74972"/>
    <w:rsid w:val="00F74AFE"/>
    <w:rsid w:val="00F75F10"/>
    <w:rsid w:val="00F770FB"/>
    <w:rsid w:val="00F809D7"/>
    <w:rsid w:val="00F8463F"/>
    <w:rsid w:val="00F84FC2"/>
    <w:rsid w:val="00F908DE"/>
    <w:rsid w:val="00F90B01"/>
    <w:rsid w:val="00F912DB"/>
    <w:rsid w:val="00F954DB"/>
    <w:rsid w:val="00FA571F"/>
    <w:rsid w:val="00FA684E"/>
    <w:rsid w:val="00FB28F0"/>
    <w:rsid w:val="00FB32DA"/>
    <w:rsid w:val="00FB4D74"/>
    <w:rsid w:val="00FC0D8D"/>
    <w:rsid w:val="00FC2C28"/>
    <w:rsid w:val="00FC40F8"/>
    <w:rsid w:val="00FC748D"/>
    <w:rsid w:val="00FD1B0D"/>
    <w:rsid w:val="00FD1DDF"/>
    <w:rsid w:val="00FD1EFC"/>
    <w:rsid w:val="00FD29AB"/>
    <w:rsid w:val="00FD3395"/>
    <w:rsid w:val="00FD6B0E"/>
    <w:rsid w:val="00FE0915"/>
    <w:rsid w:val="00FE3A26"/>
    <w:rsid w:val="00FF2780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D0B5E"/>
  <w15:docId w15:val="{C5226B02-6F95-4372-AA23-3E6304B9C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80F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EE680F"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qFormat/>
    <w:rsid w:val="00EE680F"/>
    <w:pPr>
      <w:keepNext/>
      <w:outlineLvl w:val="1"/>
    </w:pPr>
    <w:rPr>
      <w:rFonts w:ascii="Arial" w:hAnsi="Arial" w:cs="Arial"/>
      <w:b/>
      <w:bCs/>
      <w:sz w:val="16"/>
      <w:szCs w:val="16"/>
      <w:u w:val="single"/>
    </w:rPr>
  </w:style>
  <w:style w:type="paragraph" w:styleId="Heading3">
    <w:name w:val="heading 3"/>
    <w:basedOn w:val="Normal"/>
    <w:next w:val="Normal"/>
    <w:qFormat/>
    <w:rsid w:val="00EE680F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qFormat/>
    <w:rsid w:val="00EE680F"/>
    <w:pPr>
      <w:keepNext/>
      <w:outlineLvl w:val="3"/>
    </w:pPr>
    <w:rPr>
      <w:rFonts w:ascii="Arial" w:hAnsi="Arial" w:cs="Arial"/>
      <w:b/>
      <w:bCs/>
      <w:color w:val="FFFFFF"/>
      <w:sz w:val="20"/>
      <w:szCs w:val="20"/>
    </w:rPr>
  </w:style>
  <w:style w:type="paragraph" w:styleId="Heading5">
    <w:name w:val="heading 5"/>
    <w:basedOn w:val="Normal"/>
    <w:next w:val="Normal"/>
    <w:qFormat/>
    <w:rsid w:val="00EE680F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E680F"/>
    <w:pPr>
      <w:keepNext/>
      <w:jc w:val="center"/>
      <w:outlineLvl w:val="5"/>
    </w:pPr>
    <w:rPr>
      <w:rFonts w:ascii="Tahoma" w:hAnsi="Tahoma" w:cs="Tahoma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E680F"/>
    <w:pPr>
      <w:keepNext/>
      <w:outlineLvl w:val="6"/>
    </w:pPr>
    <w:rPr>
      <w:rFonts w:ascii="Tahoma" w:hAnsi="Tahoma" w:cs="Tahoma"/>
      <w:b/>
      <w:bCs/>
      <w:sz w:val="18"/>
      <w:szCs w:val="18"/>
    </w:rPr>
  </w:style>
  <w:style w:type="paragraph" w:styleId="Heading8">
    <w:name w:val="heading 8"/>
    <w:basedOn w:val="Normal"/>
    <w:next w:val="Normal"/>
    <w:qFormat/>
    <w:rsid w:val="00EE680F"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rsid w:val="00EE680F"/>
    <w:pPr>
      <w:keepNext/>
      <w:outlineLvl w:val="8"/>
    </w:pPr>
    <w:rPr>
      <w:rFonts w:ascii="Arial" w:hAnsi="Arial"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EE680F"/>
    <w:rPr>
      <w:rFonts w:ascii="Arial" w:eastAsia="Times New Roman" w:hAnsi="Arial" w:cs="Arial"/>
      <w:b/>
      <w:bCs/>
      <w:sz w:val="20"/>
      <w:szCs w:val="20"/>
      <w:lang w:val="en-AU"/>
    </w:rPr>
  </w:style>
  <w:style w:type="character" w:customStyle="1" w:styleId="Heading2Char">
    <w:name w:val="Heading 2 Char"/>
    <w:basedOn w:val="DefaultParagraphFont"/>
    <w:rsid w:val="00EE680F"/>
    <w:rPr>
      <w:rFonts w:ascii="Arial" w:eastAsia="Times New Roman" w:hAnsi="Arial" w:cs="Arial"/>
      <w:b/>
      <w:bCs/>
      <w:sz w:val="16"/>
      <w:szCs w:val="16"/>
      <w:u w:val="single"/>
      <w:lang w:val="en-AU"/>
    </w:rPr>
  </w:style>
  <w:style w:type="character" w:customStyle="1" w:styleId="Heading3Char">
    <w:name w:val="Heading 3 Char"/>
    <w:basedOn w:val="DefaultParagraphFont"/>
    <w:rsid w:val="00EE680F"/>
    <w:rPr>
      <w:rFonts w:ascii="Times New Roman" w:eastAsia="Times New Roman" w:hAnsi="Times New Roman" w:cs="Times New Roman"/>
      <w:b/>
      <w:bCs/>
      <w:sz w:val="32"/>
      <w:szCs w:val="32"/>
      <w:lang w:val="en-AU"/>
    </w:rPr>
  </w:style>
  <w:style w:type="character" w:customStyle="1" w:styleId="Heading4Char">
    <w:name w:val="Heading 4 Char"/>
    <w:basedOn w:val="DefaultParagraphFont"/>
    <w:rsid w:val="00EE680F"/>
    <w:rPr>
      <w:rFonts w:ascii="Arial" w:eastAsia="Times New Roman" w:hAnsi="Arial" w:cs="Arial"/>
      <w:b/>
      <w:bCs/>
      <w:color w:val="FFFFFF"/>
      <w:sz w:val="20"/>
      <w:szCs w:val="20"/>
      <w:lang w:val="en-AU"/>
    </w:rPr>
  </w:style>
  <w:style w:type="character" w:customStyle="1" w:styleId="Heading5Char">
    <w:name w:val="Heading 5 Char"/>
    <w:basedOn w:val="DefaultParagraphFont"/>
    <w:rsid w:val="00EE680F"/>
    <w:rPr>
      <w:rFonts w:ascii="Times New Roman" w:eastAsia="Times New Roman" w:hAnsi="Times New Roman" w:cs="Times New Roman"/>
      <w:b/>
      <w:bCs/>
      <w:sz w:val="24"/>
      <w:szCs w:val="24"/>
      <w:lang w:val="en-AU"/>
    </w:rPr>
  </w:style>
  <w:style w:type="character" w:customStyle="1" w:styleId="Heading6Char">
    <w:name w:val="Heading 6 Char"/>
    <w:basedOn w:val="DefaultParagraphFont"/>
    <w:rsid w:val="00EE680F"/>
    <w:rPr>
      <w:rFonts w:ascii="Tahoma" w:eastAsia="Times New Roman" w:hAnsi="Tahoma" w:cs="Tahoma"/>
      <w:b/>
      <w:bCs/>
      <w:lang w:val="en-AU"/>
    </w:rPr>
  </w:style>
  <w:style w:type="character" w:customStyle="1" w:styleId="Heading7Char">
    <w:name w:val="Heading 7 Char"/>
    <w:basedOn w:val="DefaultParagraphFont"/>
    <w:rsid w:val="00EE680F"/>
    <w:rPr>
      <w:rFonts w:ascii="Tahoma" w:eastAsia="Times New Roman" w:hAnsi="Tahoma" w:cs="Tahoma"/>
      <w:b/>
      <w:bCs/>
      <w:sz w:val="18"/>
      <w:szCs w:val="18"/>
      <w:lang w:val="en-AU"/>
    </w:rPr>
  </w:style>
  <w:style w:type="character" w:customStyle="1" w:styleId="Heading8Char">
    <w:name w:val="Heading 8 Char"/>
    <w:basedOn w:val="DefaultParagraphFont"/>
    <w:rsid w:val="00EE680F"/>
    <w:rPr>
      <w:rFonts w:ascii="Tahoma" w:eastAsia="Times New Roman" w:hAnsi="Tahoma" w:cs="Tahoma"/>
      <w:b/>
      <w:bCs/>
      <w:sz w:val="18"/>
      <w:szCs w:val="18"/>
      <w:lang w:val="en-AU"/>
    </w:rPr>
  </w:style>
  <w:style w:type="character" w:customStyle="1" w:styleId="Heading9Char">
    <w:name w:val="Heading 9 Char"/>
    <w:basedOn w:val="DefaultParagraphFont"/>
    <w:rsid w:val="00EE680F"/>
    <w:rPr>
      <w:rFonts w:ascii="Arial" w:eastAsia="Times New Roman" w:hAnsi="Arial" w:cs="Arial"/>
      <w:b/>
      <w:bCs/>
      <w:sz w:val="16"/>
      <w:szCs w:val="16"/>
      <w:lang w:val="en-AU"/>
    </w:rPr>
  </w:style>
  <w:style w:type="paragraph" w:styleId="BodyText2">
    <w:name w:val="Body Text 2"/>
    <w:basedOn w:val="Normal"/>
    <w:semiHidden/>
    <w:rsid w:val="00EE680F"/>
    <w:rPr>
      <w:rFonts w:ascii="Arial" w:hAnsi="Arial" w:cs="Arial"/>
      <w:sz w:val="18"/>
      <w:szCs w:val="18"/>
    </w:rPr>
  </w:style>
  <w:style w:type="character" w:customStyle="1" w:styleId="BodyText2Char">
    <w:name w:val="Body Text 2 Char"/>
    <w:basedOn w:val="DefaultParagraphFont"/>
    <w:rsid w:val="00EE680F"/>
    <w:rPr>
      <w:rFonts w:ascii="Arial" w:eastAsia="Times New Roman" w:hAnsi="Arial" w:cs="Arial"/>
      <w:sz w:val="18"/>
      <w:szCs w:val="18"/>
      <w:lang w:val="en-AU"/>
    </w:rPr>
  </w:style>
  <w:style w:type="paragraph" w:styleId="BodyText">
    <w:name w:val="Body Text"/>
    <w:basedOn w:val="Normal"/>
    <w:semiHidden/>
    <w:rsid w:val="00EE680F"/>
    <w:rPr>
      <w:rFonts w:ascii="Arial" w:hAnsi="Arial" w:cs="Arial"/>
      <w:b/>
      <w:bCs/>
      <w:sz w:val="16"/>
      <w:szCs w:val="16"/>
    </w:rPr>
  </w:style>
  <w:style w:type="character" w:customStyle="1" w:styleId="BodyTextChar">
    <w:name w:val="Body Text Char"/>
    <w:basedOn w:val="DefaultParagraphFont"/>
    <w:rsid w:val="00EE680F"/>
    <w:rPr>
      <w:rFonts w:ascii="Arial" w:eastAsia="Times New Roman" w:hAnsi="Arial" w:cs="Arial"/>
      <w:b/>
      <w:bCs/>
      <w:sz w:val="16"/>
      <w:szCs w:val="16"/>
      <w:lang w:val="en-AU"/>
    </w:rPr>
  </w:style>
  <w:style w:type="paragraph" w:styleId="BalloonText">
    <w:name w:val="Balloon Text"/>
    <w:basedOn w:val="Normal"/>
    <w:rsid w:val="00EE6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EE680F"/>
    <w:rPr>
      <w:rFonts w:ascii="Tahoma" w:eastAsia="Times New Roman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unhideWhenUsed/>
    <w:rsid w:val="00EE680F"/>
    <w:rPr>
      <w:color w:val="0000FF"/>
      <w:u w:val="single"/>
    </w:rPr>
  </w:style>
  <w:style w:type="paragraph" w:styleId="DocumentMap">
    <w:name w:val="Document Map"/>
    <w:basedOn w:val="Normal"/>
    <w:semiHidden/>
    <w:unhideWhenUsed/>
    <w:rsid w:val="00EE680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semiHidden/>
    <w:rsid w:val="00EE680F"/>
    <w:rPr>
      <w:rFonts w:ascii="Tahoma" w:eastAsia="Times New Roman" w:hAnsi="Tahoma" w:cs="Tahoma"/>
      <w:sz w:val="16"/>
      <w:szCs w:val="16"/>
      <w:lang w:val="en-AU"/>
    </w:rPr>
  </w:style>
  <w:style w:type="paragraph" w:styleId="Header">
    <w:name w:val="header"/>
    <w:basedOn w:val="Normal"/>
    <w:unhideWhenUsed/>
    <w:rsid w:val="00EE68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EE680F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unhideWhenUsed/>
    <w:rsid w:val="00EE68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semiHidden/>
    <w:rsid w:val="00EE680F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NormalWeb">
    <w:name w:val="Normal (Web)"/>
    <w:basedOn w:val="Normal"/>
    <w:semiHidden/>
    <w:unhideWhenUsed/>
    <w:rsid w:val="00EE680F"/>
    <w:pPr>
      <w:spacing w:before="100" w:beforeAutospacing="1" w:after="100" w:afterAutospacing="1"/>
    </w:pPr>
    <w:rPr>
      <w:lang w:val="en-US"/>
    </w:rPr>
  </w:style>
  <w:style w:type="character" w:styleId="FollowedHyperlink">
    <w:name w:val="FollowedHyperlink"/>
    <w:basedOn w:val="DefaultParagraphFont"/>
    <w:semiHidden/>
    <w:unhideWhenUsed/>
    <w:rsid w:val="00EE680F"/>
    <w:rPr>
      <w:color w:val="800080"/>
      <w:u w:val="single"/>
    </w:rPr>
  </w:style>
  <w:style w:type="paragraph" w:styleId="ListParagraph">
    <w:name w:val="List Paragraph"/>
    <w:basedOn w:val="Normal"/>
    <w:qFormat/>
    <w:rsid w:val="00EE680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177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77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77BB"/>
    <w:rPr>
      <w:rFonts w:ascii="Times New Roman" w:eastAsia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77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77BB"/>
    <w:rPr>
      <w:rFonts w:ascii="Times New Roman" w:eastAsia="Times New Roman" w:hAnsi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4177BB"/>
    <w:rPr>
      <w:rFonts w:ascii="Times New Roman" w:eastAsia="Times New Roman" w:hAnsi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1E0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Bulletin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ECDFA-CE5B-4C11-9619-C2B16250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Bulletin .dotx</Template>
  <TotalTime>64</TotalTime>
  <Pages>1</Pages>
  <Words>18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Julianne</dc:creator>
  <cp:lastModifiedBy>Bakos Attila Károly</cp:lastModifiedBy>
  <cp:revision>8</cp:revision>
  <cp:lastPrinted>2011-06-27T03:03:00Z</cp:lastPrinted>
  <dcterms:created xsi:type="dcterms:W3CDTF">2011-07-07T00:55:00Z</dcterms:created>
  <dcterms:modified xsi:type="dcterms:W3CDTF">2020-09-14T06:50:00Z</dcterms:modified>
</cp:coreProperties>
</file>